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F4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6B29F4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6B29F4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6B29F4" w:rsidRPr="00EE0FC2" w:rsidRDefault="006B29F4" w:rsidP="00C90069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36"/>
        </w:rPr>
      </w:pPr>
    </w:p>
    <w:p w:rsidR="006B29F4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6B29F4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муниципальной службе в Ульяновской области» и признании </w:t>
      </w:r>
    </w:p>
    <w:p w:rsidR="006B29F4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утратившими силу отдельных положений законодательных актов </w:t>
      </w:r>
    </w:p>
    <w:p w:rsidR="006B29F4" w:rsidRPr="00C32E07" w:rsidRDefault="006B29F4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6B29F4" w:rsidRPr="00EF281F" w:rsidRDefault="006B29F4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29F4" w:rsidRDefault="006B29F4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29F4" w:rsidRDefault="006B29F4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29F4" w:rsidRDefault="006B29F4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29F4" w:rsidRDefault="006B29F4" w:rsidP="00584B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29F4" w:rsidRPr="00C32E07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E07">
        <w:rPr>
          <w:rFonts w:ascii="Times New Roman" w:hAnsi="Times New Roman"/>
          <w:b/>
          <w:sz w:val="28"/>
          <w:szCs w:val="28"/>
        </w:rPr>
        <w:t>Статья 1</w:t>
      </w:r>
    </w:p>
    <w:p w:rsidR="006B29F4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9F4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9F4" w:rsidRPr="0037281C" w:rsidRDefault="006B29F4" w:rsidP="00584B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7 ноября 2007 года № 163-ЗО </w:t>
      </w:r>
      <w:r>
        <w:rPr>
          <w:rFonts w:ascii="Times New Roman" w:hAnsi="Times New Roman"/>
          <w:sz w:val="28"/>
          <w:szCs w:val="28"/>
        </w:rPr>
        <w:br/>
        <w:t xml:space="preserve">«О муниципальной службе в Ульяновской области» («Ульяновская правда» </w:t>
      </w:r>
      <w:r>
        <w:rPr>
          <w:rFonts w:ascii="Times New Roman" w:hAnsi="Times New Roman"/>
          <w:sz w:val="28"/>
          <w:szCs w:val="28"/>
        </w:rPr>
        <w:br/>
        <w:t xml:space="preserve">от 09.11.2007 № 95; </w:t>
      </w:r>
      <w:r w:rsidRPr="0052301F">
        <w:rPr>
          <w:rFonts w:ascii="Times New Roman" w:hAnsi="Times New Roman"/>
          <w:sz w:val="28"/>
          <w:szCs w:val="28"/>
        </w:rPr>
        <w:t xml:space="preserve">от 13.06.2008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15.10.2008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84; от 24.10.2008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88; от 26.11.2008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96; от 05.12.2008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99; от 19.12.2008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103;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03.04.2009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22.07.2009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59; от 02.10.2009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80; от 07.04.2010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12.05.2010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35-36; от 09.10.2010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83; от 08.11.2010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91;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06.05.2011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50; от 08.06.2011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62; от 12.08.2011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89; от 28.12.2011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147; от 24.07.2012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78; от 28.12.2012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146;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10.04.2013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39; от 08.05.2013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11.11.2013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144; от 06.02.2014 </w:t>
      </w:r>
      <w:r>
        <w:rPr>
          <w:rFonts w:ascii="Times New Roman" w:hAnsi="Times New Roman"/>
          <w:sz w:val="28"/>
          <w:szCs w:val="28"/>
        </w:rPr>
        <w:br/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31.03.2014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45; от 08.05.2014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65; от 09.06.2014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82-83; </w:t>
      </w:r>
      <w:r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09.10.2014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149; от 09.02.2015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06.04.2015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44;</w:t>
      </w:r>
      <w:r>
        <w:rPr>
          <w:rFonts w:ascii="Times New Roman" w:hAnsi="Times New Roman"/>
          <w:sz w:val="28"/>
          <w:szCs w:val="28"/>
        </w:rPr>
        <w:t xml:space="preserve"> от 09.07.2015 </w:t>
      </w:r>
      <w:r>
        <w:rPr>
          <w:rFonts w:ascii="Times New Roman" w:hAnsi="Times New Roman"/>
          <w:sz w:val="28"/>
          <w:szCs w:val="28"/>
        </w:rPr>
        <w:br/>
        <w:t xml:space="preserve">№ 93; от 14.03.2016 № 31; от 12.04.2016 № 47; от 06.06.2016 № 75-76; </w:t>
      </w:r>
      <w:r>
        <w:rPr>
          <w:rFonts w:ascii="Times New Roman" w:hAnsi="Times New Roman"/>
          <w:sz w:val="28"/>
          <w:szCs w:val="28"/>
        </w:rPr>
        <w:br/>
        <w:t xml:space="preserve">от 04.10.2016 № 118; от </w:t>
      </w:r>
      <w:r>
        <w:rPr>
          <w:rFonts w:ascii="Times New Roman" w:hAnsi="Times New Roman"/>
          <w:sz w:val="28"/>
          <w:szCs w:val="28"/>
          <w:lang w:eastAsia="ru-RU"/>
        </w:rPr>
        <w:t xml:space="preserve">22.11.2016 № 131; от 31.03.2017 № 23; от 28.04.2017 </w:t>
      </w:r>
      <w:r>
        <w:rPr>
          <w:rFonts w:ascii="Times New Roman" w:hAnsi="Times New Roman"/>
          <w:sz w:val="28"/>
          <w:szCs w:val="28"/>
          <w:lang w:eastAsia="ru-RU"/>
        </w:rPr>
        <w:br/>
        <w:t>№ 31; от 02.06.2017 № 40</w:t>
      </w:r>
      <w:r>
        <w:rPr>
          <w:rFonts w:ascii="Times New Roman" w:hAnsi="Times New Roman"/>
          <w:sz w:val="28"/>
          <w:szCs w:val="28"/>
        </w:rPr>
        <w:t>) следующие изменения</w:t>
      </w:r>
      <w:r w:rsidRPr="0037281C">
        <w:rPr>
          <w:rFonts w:ascii="Times New Roman" w:hAnsi="Times New Roman"/>
          <w:kern w:val="32"/>
          <w:sz w:val="28"/>
          <w:szCs w:val="28"/>
        </w:rPr>
        <w:t>:</w:t>
      </w:r>
    </w:p>
    <w:p w:rsidR="006B29F4" w:rsidRDefault="006B29F4" w:rsidP="00C900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статью 4 признать утратившей силу;</w:t>
      </w:r>
    </w:p>
    <w:p w:rsidR="006B29F4" w:rsidRDefault="006B29F4" w:rsidP="00C90069">
      <w:pPr>
        <w:widowControl w:val="0"/>
        <w:autoSpaceDE w:val="0"/>
        <w:autoSpaceDN w:val="0"/>
        <w:adjustRightInd w:val="0"/>
        <w:spacing w:after="0" w:line="360" w:lineRule="auto"/>
        <w:ind w:left="540" w:firstLine="1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в статье 5:</w:t>
      </w:r>
    </w:p>
    <w:p w:rsidR="006B29F4" w:rsidRDefault="006B29F4" w:rsidP="00C900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в наименовании слова «. Ежегодный дополнительный оплачиваемый отпуск муниципальным служащим, имеющим ненормированный рабочий день» исключить;</w:t>
      </w:r>
    </w:p>
    <w:p w:rsidR="006B29F4" w:rsidRDefault="006B29F4" w:rsidP="00041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часть 2 дополнить словами «и не может превышать продолжительности ежегодного дополнительного оплачиваемого отпуска за выслугу лет, установленной Федеральным законом «О муниципальной службе в Российской Федерации»;</w:t>
      </w:r>
    </w:p>
    <w:p w:rsidR="006B29F4" w:rsidRDefault="006B29F4" w:rsidP="00584B0C">
      <w:pPr>
        <w:autoSpaceDE w:val="0"/>
        <w:autoSpaceDN w:val="0"/>
        <w:adjustRightInd w:val="0"/>
        <w:spacing w:after="0" w:line="360" w:lineRule="auto"/>
        <w:ind w:left="540" w:firstLine="1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 второе предложение части 3 исключить;</w:t>
      </w:r>
    </w:p>
    <w:p w:rsidR="006B29F4" w:rsidRDefault="006B29F4" w:rsidP="006F6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 часть 5 признать утратившей силу.</w:t>
      </w:r>
    </w:p>
    <w:p w:rsidR="006B29F4" w:rsidRPr="00C90069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6B29F4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29F4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32E07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6B29F4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B29F4" w:rsidRPr="00C32E07" w:rsidRDefault="006B29F4" w:rsidP="00EE0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B29F4" w:rsidRDefault="006B29F4" w:rsidP="00CB3C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Признать утратившими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силу:</w:t>
      </w:r>
    </w:p>
    <w:p w:rsidR="006B29F4" w:rsidRDefault="006B29F4" w:rsidP="00CB3C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пункт 1 статьи 1 Закона Ульяновской области от 2 декабря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2008 года № 211-ЗО «О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«О муниципальной службе в Ульяновской области» и признании утратившими силу отдельных положений Закона Ульяновской области «О внесении изменений в Закон Ульяновской области «О муниципальной службе в Ульяновской области» («Ульяновская правда» от 05.12.2008 № 99);</w:t>
      </w:r>
    </w:p>
    <w:p w:rsidR="006B29F4" w:rsidRPr="006F1DE5" w:rsidRDefault="006B29F4" w:rsidP="00D11AA1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подпункт «б» пункта 2 Закона Ульяновской области от 20 июля 2012 года </w:t>
      </w:r>
      <w:r>
        <w:rPr>
          <w:rFonts w:ascii="Times New Roman" w:hAnsi="Times New Roman"/>
          <w:sz w:val="28"/>
          <w:szCs w:val="28"/>
          <w:lang w:eastAsia="ru-RU"/>
        </w:rPr>
        <w:br/>
        <w:t>№ 91-ЗО «О внесении изменений в статьи 2</w:t>
      </w:r>
      <w:r w:rsidRPr="006F1DE5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5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«О муниципальной службе в Ульяновской области» 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  <w:t>от 24.07.2012 № 78).</w:t>
      </w:r>
    </w:p>
    <w:p w:rsidR="006B29F4" w:rsidRPr="00C90069" w:rsidRDefault="006B29F4" w:rsidP="00584B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6B29F4" w:rsidRDefault="006B29F4" w:rsidP="00584B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29F4" w:rsidRPr="00967752" w:rsidRDefault="006B29F4" w:rsidP="00584B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29F4" w:rsidRDefault="006B29F4" w:rsidP="005B1EB3">
      <w:pPr>
        <w:tabs>
          <w:tab w:val="right" w:pos="992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0FC2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5B1E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Pr="00EE0FC2">
        <w:rPr>
          <w:rFonts w:ascii="Times New Roman" w:hAnsi="Times New Roman"/>
          <w:b/>
          <w:sz w:val="28"/>
          <w:szCs w:val="28"/>
        </w:rPr>
        <w:t>С.И.Морозов</w:t>
      </w:r>
    </w:p>
    <w:p w:rsidR="006B29F4" w:rsidRPr="00EE0FC2" w:rsidRDefault="006B29F4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29F4" w:rsidRPr="00EE0FC2" w:rsidRDefault="006B29F4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29F4" w:rsidRPr="00EE0FC2" w:rsidRDefault="006B29F4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29F4" w:rsidRPr="00EE0FC2" w:rsidRDefault="006B29F4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>г. Ульяновск</w:t>
      </w:r>
    </w:p>
    <w:p w:rsidR="006B29F4" w:rsidRPr="00EE0FC2" w:rsidRDefault="006B29F4" w:rsidP="00EE0F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июля</w:t>
      </w:r>
      <w:r w:rsidRPr="00EE0FC2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EE0FC2">
          <w:rPr>
            <w:rFonts w:ascii="Times New Roman" w:hAnsi="Times New Roman"/>
            <w:sz w:val="28"/>
            <w:szCs w:val="28"/>
          </w:rPr>
          <w:t>2017 г</w:t>
        </w:r>
      </w:smartTag>
      <w:r w:rsidRPr="00EE0FC2">
        <w:rPr>
          <w:rFonts w:ascii="Times New Roman" w:hAnsi="Times New Roman"/>
          <w:sz w:val="28"/>
          <w:szCs w:val="28"/>
        </w:rPr>
        <w:t>.</w:t>
      </w:r>
    </w:p>
    <w:p w:rsidR="006B29F4" w:rsidRPr="00EE0FC2" w:rsidRDefault="006B29F4" w:rsidP="00EE0FC2">
      <w:pPr>
        <w:spacing w:after="0" w:line="240" w:lineRule="auto"/>
        <w:jc w:val="center"/>
        <w:rPr>
          <w:sz w:val="28"/>
          <w:szCs w:val="28"/>
        </w:rPr>
      </w:pPr>
      <w:r w:rsidRPr="00EE0FC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83</w:t>
      </w:r>
      <w:r w:rsidRPr="00EE0FC2">
        <w:rPr>
          <w:rFonts w:ascii="Times New Roman" w:hAnsi="Times New Roman"/>
          <w:sz w:val="28"/>
          <w:szCs w:val="28"/>
          <w:lang w:val="en-US"/>
        </w:rPr>
        <w:t>-</w:t>
      </w:r>
      <w:r w:rsidRPr="00EE0FC2">
        <w:rPr>
          <w:rFonts w:ascii="Times New Roman" w:hAnsi="Times New Roman"/>
          <w:sz w:val="28"/>
          <w:szCs w:val="28"/>
        </w:rPr>
        <w:t>ЗО</w:t>
      </w:r>
    </w:p>
    <w:sectPr w:rsidR="006B29F4" w:rsidRPr="00EE0FC2" w:rsidSect="00EE0FC2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9F4" w:rsidRDefault="006B29F4">
      <w:pPr>
        <w:spacing w:after="0" w:line="240" w:lineRule="auto"/>
      </w:pPr>
      <w:r>
        <w:separator/>
      </w:r>
    </w:p>
  </w:endnote>
  <w:endnote w:type="continuationSeparator" w:id="0">
    <w:p w:rsidR="006B29F4" w:rsidRDefault="006B2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9F4" w:rsidRPr="00EC6692" w:rsidRDefault="006B29F4" w:rsidP="00EC6692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2206км1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9F4" w:rsidRDefault="006B29F4">
      <w:pPr>
        <w:spacing w:after="0" w:line="240" w:lineRule="auto"/>
      </w:pPr>
      <w:r>
        <w:separator/>
      </w:r>
    </w:p>
  </w:footnote>
  <w:footnote w:type="continuationSeparator" w:id="0">
    <w:p w:rsidR="006B29F4" w:rsidRDefault="006B2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9F4" w:rsidRDefault="006B29F4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29F4" w:rsidRDefault="006B29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9F4" w:rsidRPr="001B7948" w:rsidRDefault="006B29F4" w:rsidP="00EE0FC2">
    <w:pPr>
      <w:pStyle w:val="Header"/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B3510F">
      <w:rPr>
        <w:rStyle w:val="PageNumber"/>
        <w:rFonts w:ascii="Times New Roman" w:hAnsi="Times New Roman"/>
        <w:sz w:val="28"/>
        <w:szCs w:val="28"/>
      </w:rPr>
      <w:fldChar w:fldCharType="begin"/>
    </w:r>
    <w:r w:rsidRPr="00B3510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B3510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B0C"/>
    <w:rsid w:val="00041215"/>
    <w:rsid w:val="001403EA"/>
    <w:rsid w:val="001814AE"/>
    <w:rsid w:val="001B7948"/>
    <w:rsid w:val="003150C3"/>
    <w:rsid w:val="0037281C"/>
    <w:rsid w:val="003A57F7"/>
    <w:rsid w:val="004105EB"/>
    <w:rsid w:val="00470A8B"/>
    <w:rsid w:val="00485FB2"/>
    <w:rsid w:val="0052301F"/>
    <w:rsid w:val="00584B0C"/>
    <w:rsid w:val="005B1EB3"/>
    <w:rsid w:val="006207DF"/>
    <w:rsid w:val="006517EA"/>
    <w:rsid w:val="006B29F4"/>
    <w:rsid w:val="006E4FC0"/>
    <w:rsid w:val="006F1DE5"/>
    <w:rsid w:val="006F6F51"/>
    <w:rsid w:val="007A22DB"/>
    <w:rsid w:val="008E11E8"/>
    <w:rsid w:val="008E4FC2"/>
    <w:rsid w:val="00967752"/>
    <w:rsid w:val="009A14F2"/>
    <w:rsid w:val="00AA1451"/>
    <w:rsid w:val="00AD179E"/>
    <w:rsid w:val="00B3510F"/>
    <w:rsid w:val="00C32E07"/>
    <w:rsid w:val="00C90069"/>
    <w:rsid w:val="00CB3C75"/>
    <w:rsid w:val="00D11AA1"/>
    <w:rsid w:val="00D71A98"/>
    <w:rsid w:val="00EA11BA"/>
    <w:rsid w:val="00EC6692"/>
    <w:rsid w:val="00EE0FC2"/>
    <w:rsid w:val="00EF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B0C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4B0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84B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84B0C"/>
    <w:rPr>
      <w:rFonts w:ascii="Calibri" w:eastAsia="Times New Roman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84B0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E0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FC2"/>
    <w:rPr>
      <w:rFonts w:ascii="Calibri" w:eastAsia="Times New Roman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5B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B1EB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368</Words>
  <Characters>2099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Пользователь</cp:lastModifiedBy>
  <cp:revision>4</cp:revision>
  <cp:lastPrinted>2017-06-22T11:39:00Z</cp:lastPrinted>
  <dcterms:created xsi:type="dcterms:W3CDTF">2017-07-17T12:47:00Z</dcterms:created>
  <dcterms:modified xsi:type="dcterms:W3CDTF">2017-07-28T12:36:00Z</dcterms:modified>
</cp:coreProperties>
</file>